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F5" w:rsidRPr="00B10E54" w:rsidRDefault="00854F1C" w:rsidP="00B10E54">
      <w:pPr>
        <w:jc w:val="center"/>
        <w:rPr>
          <w:b/>
        </w:rPr>
      </w:pPr>
      <w:bookmarkStart w:id="0" w:name="_GoBack"/>
      <w:bookmarkEnd w:id="0"/>
      <w:r w:rsidRPr="00B10E54">
        <w:rPr>
          <w:b/>
          <w:sz w:val="32"/>
          <w:szCs w:val="32"/>
        </w:rPr>
        <w:t>Some ideas of how Geography can contribute to developing the Core National Curriculum</w:t>
      </w:r>
      <w:r w:rsidRPr="00B10E54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4568"/>
      </w:tblGrid>
      <w:tr w:rsidR="00854F1C" w:rsidTr="00D26F88">
        <w:tc>
          <w:tcPr>
            <w:tcW w:w="1101" w:type="dxa"/>
          </w:tcPr>
          <w:p w:rsidR="00854F1C" w:rsidRDefault="00854F1C"/>
        </w:tc>
        <w:tc>
          <w:tcPr>
            <w:tcW w:w="4394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English</w:t>
            </w:r>
          </w:p>
        </w:tc>
        <w:tc>
          <w:tcPr>
            <w:tcW w:w="4111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Maths</w:t>
            </w:r>
          </w:p>
        </w:tc>
        <w:tc>
          <w:tcPr>
            <w:tcW w:w="4568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Science</w:t>
            </w: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KS1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narratives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Stories of children from different cultures.</w:t>
            </w:r>
            <w:r w:rsidR="00341DDA">
              <w:rPr>
                <w:sz w:val="16"/>
                <w:szCs w:val="16"/>
              </w:rPr>
              <w:t xml:space="preserve"> Photo walks,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about real events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Extreme weather events. Natural disasters. </w:t>
            </w:r>
            <w:r w:rsidR="00341DDA">
              <w:rPr>
                <w:sz w:val="16"/>
                <w:szCs w:val="16"/>
              </w:rPr>
              <w:t>Current events and news reports,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poetry</w:t>
            </w:r>
            <w:r w:rsidRP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Seasons, Rivers.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Writing for different purpose</w:t>
            </w:r>
            <w:r w:rsidR="00D26F88">
              <w:rPr>
                <w:sz w:val="16"/>
                <w:szCs w:val="16"/>
              </w:rPr>
              <w:t>:</w:t>
            </w:r>
            <w:r w:rsidR="00BE30C2">
              <w:rPr>
                <w:sz w:val="16"/>
                <w:szCs w:val="16"/>
              </w:rPr>
              <w:t xml:space="preserve"> Post cards from around the world, travel diary, stor</w:t>
            </w:r>
            <w:r w:rsidR="00341DDA">
              <w:rPr>
                <w:sz w:val="16"/>
                <w:szCs w:val="16"/>
              </w:rPr>
              <w:t>y board of a geographical event, writing instructions, recounts, letters,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Number</w:t>
            </w:r>
            <w:r w:rsidRPr="00D26F88">
              <w:rPr>
                <w:sz w:val="16"/>
                <w:szCs w:val="16"/>
              </w:rPr>
              <w:t xml:space="preserve"> (addition, subtraction, multiplication, division).</w:t>
            </w:r>
          </w:p>
          <w:p w:rsidR="00D26F88" w:rsidRPr="00D26F88" w:rsidRDefault="00BE30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More than less than,</w:t>
            </w:r>
            <w:r w:rsidR="002F3C0B">
              <w:rPr>
                <w:sz w:val="16"/>
                <w:szCs w:val="16"/>
              </w:rPr>
              <w:t xml:space="preserve"> recognising numbers units, tens, hundreds </w:t>
            </w:r>
            <w:r w:rsidR="004439A5">
              <w:rPr>
                <w:sz w:val="16"/>
                <w:szCs w:val="16"/>
              </w:rPr>
              <w:t>etc.</w:t>
            </w:r>
            <w:r w:rsidR="002F3C0B">
              <w:rPr>
                <w:sz w:val="16"/>
                <w:szCs w:val="16"/>
              </w:rPr>
              <w:t xml:space="preserve">, </w:t>
            </w:r>
          </w:p>
          <w:p w:rsidR="00D26F88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Measurement</w:t>
            </w:r>
            <w:r w:rsidRPr="00D26F88">
              <w:rPr>
                <w:sz w:val="16"/>
                <w:szCs w:val="16"/>
              </w:rPr>
              <w:t>:</w:t>
            </w:r>
            <w:r w:rsidR="002F3C0B">
              <w:rPr>
                <w:sz w:val="16"/>
                <w:szCs w:val="16"/>
              </w:rPr>
              <w:t xml:space="preserve"> Measuring the playground, classroom and produce a simple scaled map.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Properties and shape</w:t>
            </w:r>
            <w:r w:rsidRPr="00D26F88">
              <w:rPr>
                <w:sz w:val="16"/>
                <w:szCs w:val="16"/>
              </w:rPr>
              <w:t>:</w:t>
            </w:r>
            <w:r w:rsidR="002F3C0B">
              <w:rPr>
                <w:sz w:val="16"/>
                <w:szCs w:val="16"/>
              </w:rPr>
              <w:t xml:space="preserve"> Patterns on maps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Position and direction</w:t>
            </w:r>
            <w:r w:rsidRPr="00D26F88">
              <w:rPr>
                <w:sz w:val="16"/>
                <w:szCs w:val="16"/>
              </w:rPr>
              <w:t>.</w:t>
            </w:r>
            <w:r w:rsidR="00341DDA">
              <w:rPr>
                <w:sz w:val="16"/>
                <w:szCs w:val="16"/>
              </w:rPr>
              <w:t xml:space="preserve"> Co-ordinates</w:t>
            </w:r>
            <w:r w:rsidR="002F3C0B">
              <w:rPr>
                <w:sz w:val="16"/>
                <w:szCs w:val="16"/>
              </w:rPr>
              <w:t>, Directional and positional language through local walk, treasure hunt or photo trail etc.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Pr="00D26F88" w:rsidRDefault="00BE30C2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Statistics</w:t>
            </w:r>
            <w:r>
              <w:rPr>
                <w:sz w:val="16"/>
                <w:szCs w:val="16"/>
              </w:rPr>
              <w:t>: Surveys of geographical places and feature.</w:t>
            </w:r>
            <w:r w:rsidR="002F3C0B">
              <w:rPr>
                <w:sz w:val="16"/>
                <w:szCs w:val="16"/>
              </w:rPr>
              <w:t xml:space="preserve"> Tally charts and bar charts.</w:t>
            </w:r>
            <w:r w:rsidR="0059301A">
              <w:rPr>
                <w:sz w:val="16"/>
                <w:szCs w:val="16"/>
              </w:rPr>
              <w:t xml:space="preserve"> Weather pictograms.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Working scientifically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Using data </w:t>
            </w:r>
            <w:r w:rsidR="004C56BC">
              <w:rPr>
                <w:sz w:val="16"/>
                <w:szCs w:val="16"/>
              </w:rPr>
              <w:t xml:space="preserve">loggers to collect informations. Geographical </w:t>
            </w:r>
            <w:r w:rsidR="00276ADD">
              <w:rPr>
                <w:sz w:val="16"/>
                <w:szCs w:val="16"/>
              </w:rPr>
              <w:t>enquiry (</w:t>
            </w:r>
            <w:r w:rsidR="004C56BC">
              <w:rPr>
                <w:sz w:val="16"/>
                <w:szCs w:val="16"/>
              </w:rPr>
              <w:t>ask question</w:t>
            </w:r>
            <w:r w:rsidR="00E126A6">
              <w:rPr>
                <w:sz w:val="16"/>
                <w:szCs w:val="16"/>
              </w:rPr>
              <w:t>s</w:t>
            </w:r>
            <w:r w:rsidR="004C56BC">
              <w:rPr>
                <w:sz w:val="16"/>
                <w:szCs w:val="16"/>
              </w:rPr>
              <w:t>, make observations, collect and record data, form conclusions</w:t>
            </w:r>
            <w:r w:rsidR="00276ADD">
              <w:rPr>
                <w:sz w:val="16"/>
                <w:szCs w:val="16"/>
              </w:rPr>
              <w:t>)</w:t>
            </w:r>
            <w:r w:rsidR="004C56BC">
              <w:rPr>
                <w:sz w:val="16"/>
                <w:szCs w:val="16"/>
              </w:rPr>
              <w:t>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Plants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Life cycles, Pollution, Soils erosion</w:t>
            </w:r>
          </w:p>
          <w:p w:rsidR="004C56BC" w:rsidRPr="00D26F88" w:rsidRDefault="004C56BC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Animals and humans</w:t>
            </w:r>
            <w:r w:rsidRPr="00D26F88">
              <w:rPr>
                <w:sz w:val="16"/>
                <w:szCs w:val="16"/>
              </w:rPr>
              <w:t>:</w:t>
            </w:r>
            <w:r w:rsidR="004C56BC">
              <w:rPr>
                <w:sz w:val="16"/>
                <w:szCs w:val="16"/>
              </w:rPr>
              <w:t xml:space="preserve"> </w:t>
            </w:r>
            <w:r w:rsidR="004C56BC" w:rsidRPr="004C56BC">
              <w:rPr>
                <w:sz w:val="16"/>
                <w:szCs w:val="16"/>
              </w:rPr>
              <w:t>, Mini-beast investigations,</w:t>
            </w:r>
          </w:p>
          <w:p w:rsidR="004C56BC" w:rsidRPr="00D26F88" w:rsidRDefault="004C56BC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Everyday materials</w:t>
            </w:r>
            <w:r w:rsidRPr="00D26F88">
              <w:rPr>
                <w:sz w:val="16"/>
                <w:szCs w:val="16"/>
              </w:rPr>
              <w:t>:</w:t>
            </w:r>
            <w:r w:rsidR="004C56BC">
              <w:t xml:space="preserve"> </w:t>
            </w:r>
            <w:r w:rsidR="00276ADD">
              <w:rPr>
                <w:sz w:val="16"/>
                <w:szCs w:val="16"/>
              </w:rPr>
              <w:t>S</w:t>
            </w:r>
            <w:r w:rsidR="004C56BC" w:rsidRPr="004C56BC">
              <w:rPr>
                <w:sz w:val="16"/>
                <w:szCs w:val="16"/>
              </w:rPr>
              <w:t>ort materials into physical and human features,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Seasonal Change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</w:t>
            </w:r>
            <w:r w:rsidR="004C56BC">
              <w:rPr>
                <w:sz w:val="16"/>
                <w:szCs w:val="16"/>
              </w:rPr>
              <w:t>Track weather changes using simple weather equipment and data loggers,</w:t>
            </w:r>
            <w:r w:rsidR="00E126A6">
              <w:rPr>
                <w:sz w:val="16"/>
                <w:szCs w:val="16"/>
              </w:rPr>
              <w:t xml:space="preserve"> </w:t>
            </w:r>
            <w:r w:rsidR="00276ADD">
              <w:rPr>
                <w:sz w:val="16"/>
                <w:szCs w:val="16"/>
              </w:rPr>
              <w:t>s</w:t>
            </w:r>
            <w:r w:rsidR="00E126A6">
              <w:rPr>
                <w:sz w:val="16"/>
                <w:szCs w:val="16"/>
              </w:rPr>
              <w:t xml:space="preserve">easonal changes in vegetation </w:t>
            </w:r>
            <w:r w:rsidR="00276ADD">
              <w:rPr>
                <w:sz w:val="16"/>
                <w:szCs w:val="16"/>
              </w:rPr>
              <w:t>patterns, h</w:t>
            </w:r>
            <w:r w:rsidR="00E126A6">
              <w:rPr>
                <w:sz w:val="16"/>
                <w:szCs w:val="16"/>
              </w:rPr>
              <w:t>ot and cold climates,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KS2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 xml:space="preserve"> </w:t>
            </w:r>
            <w:r w:rsidRPr="00276ADD">
              <w:rPr>
                <w:b/>
                <w:sz w:val="16"/>
                <w:szCs w:val="16"/>
              </w:rPr>
              <w:t>Composition</w:t>
            </w:r>
            <w:r w:rsidRPr="00D26F88">
              <w:rPr>
                <w:sz w:val="16"/>
                <w:szCs w:val="16"/>
              </w:rPr>
              <w:t xml:space="preserve"> (Plan, draft &amp; write, evaluate and edit, proof reading).</w:t>
            </w:r>
            <w:r w:rsidR="00341DDA">
              <w:rPr>
                <w:sz w:val="16"/>
                <w:szCs w:val="16"/>
              </w:rPr>
              <w:t xml:space="preserve"> Persuasive writing (choosing where to life</w:t>
            </w:r>
            <w:r w:rsidR="002F3C0B">
              <w:rPr>
                <w:sz w:val="16"/>
                <w:szCs w:val="16"/>
              </w:rPr>
              <w:t>, a new location for a supermarket,</w:t>
            </w:r>
            <w:r w:rsidR="00341DDA">
              <w:rPr>
                <w:sz w:val="16"/>
                <w:szCs w:val="16"/>
              </w:rPr>
              <w:t xml:space="preserve"> or </w:t>
            </w:r>
            <w:r w:rsidR="002F3C0B">
              <w:rPr>
                <w:sz w:val="16"/>
                <w:szCs w:val="16"/>
              </w:rPr>
              <w:t xml:space="preserve">writing about </w:t>
            </w:r>
            <w:r w:rsidR="00341DDA">
              <w:rPr>
                <w:sz w:val="16"/>
                <w:szCs w:val="16"/>
              </w:rPr>
              <w:t>alternative power</w:t>
            </w:r>
            <w:r w:rsidR="002F3C0B">
              <w:rPr>
                <w:sz w:val="16"/>
                <w:szCs w:val="16"/>
              </w:rPr>
              <w:t xml:space="preserve"> etc.)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Types of writing</w:t>
            </w:r>
            <w:r w:rsidRPr="00D26F88">
              <w:rPr>
                <w:sz w:val="16"/>
                <w:szCs w:val="16"/>
              </w:rPr>
              <w:t xml:space="preserve"> (Instructions, leaflets, letters, persuasive, chronological and non-chronological reports, story writing and poetry)</w:t>
            </w:r>
            <w:r w:rsidR="00BE30C2">
              <w:rPr>
                <w:sz w:val="16"/>
                <w:szCs w:val="16"/>
              </w:rPr>
              <w:t xml:space="preserve">: Travel diary, Writing in role (raindrop, leaf, person </w:t>
            </w:r>
            <w:r w:rsidR="002F3C0B">
              <w:rPr>
                <w:sz w:val="16"/>
                <w:szCs w:val="16"/>
              </w:rPr>
              <w:t>etc.</w:t>
            </w:r>
            <w:r w:rsidR="00BE30C2">
              <w:rPr>
                <w:sz w:val="16"/>
                <w:szCs w:val="16"/>
              </w:rPr>
              <w:t>),</w:t>
            </w:r>
            <w:r w:rsidR="002F3C0B">
              <w:rPr>
                <w:sz w:val="16"/>
                <w:szCs w:val="16"/>
              </w:rPr>
              <w:t xml:space="preserve"> River poem, narrative of a journey to the centre of earth, Non-fiction writing (A report on a country. Holiday leaflet centred on a place, letters to pen pals, writing a film script about a place and noting specific settings.</w:t>
            </w:r>
            <w:r w:rsidR="004C1C1B">
              <w:rPr>
                <w:sz w:val="16"/>
                <w:szCs w:val="16"/>
              </w:rPr>
              <w:t xml:space="preserve"> Fieldwork reports.</w:t>
            </w: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Numbe</w:t>
            </w:r>
            <w:r w:rsidRPr="00D26F88">
              <w:rPr>
                <w:sz w:val="16"/>
                <w:szCs w:val="16"/>
              </w:rPr>
              <w:t xml:space="preserve">r (addition, subtraction, multiplication, division, fractions, decimals, %, </w:t>
            </w:r>
            <w:r w:rsidR="00341DDA" w:rsidRPr="00D26F88">
              <w:rPr>
                <w:sz w:val="16"/>
                <w:szCs w:val="16"/>
              </w:rPr>
              <w:t>and ratio</w:t>
            </w:r>
            <w:r w:rsidRPr="00D26F88">
              <w:rPr>
                <w:sz w:val="16"/>
                <w:szCs w:val="16"/>
              </w:rPr>
              <w:t>).</w:t>
            </w:r>
          </w:p>
          <w:p w:rsidR="00D26F88" w:rsidRPr="00D26F88" w:rsidRDefault="00D26F88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Measurement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Fieldwork, Map work, Measuring distances on routes, scale,</w:t>
            </w:r>
            <w:r w:rsidR="002F3C0B">
              <w:rPr>
                <w:sz w:val="16"/>
                <w:szCs w:val="16"/>
              </w:rPr>
              <w:t xml:space="preserve"> distance on maps</w:t>
            </w:r>
            <w:r w:rsidR="0059301A">
              <w:rPr>
                <w:sz w:val="16"/>
                <w:szCs w:val="16"/>
              </w:rPr>
              <w:t>, following a route on a map.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Properties and shape</w:t>
            </w:r>
            <w:r w:rsidRPr="00D26F88"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Patterns on maps.</w:t>
            </w:r>
            <w:r w:rsidR="002F3C0B">
              <w:rPr>
                <w:sz w:val="16"/>
                <w:szCs w:val="16"/>
              </w:rPr>
              <w:t xml:space="preserve"> 2D &amp; 3D maps and plans</w:t>
            </w:r>
            <w:r w:rsidR="0059301A">
              <w:rPr>
                <w:sz w:val="16"/>
                <w:szCs w:val="16"/>
              </w:rPr>
              <w:t>, Geo tagging and using GPS data to draw shapes in the environment,</w:t>
            </w:r>
          </w:p>
          <w:p w:rsidR="006D3C5F" w:rsidRPr="00D26F88" w:rsidRDefault="006D3C5F" w:rsidP="00854F1C">
            <w:pPr>
              <w:rPr>
                <w:sz w:val="16"/>
                <w:szCs w:val="16"/>
              </w:rPr>
            </w:pPr>
          </w:p>
          <w:p w:rsidR="00854F1C" w:rsidRDefault="00D26F88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Position and direction</w:t>
            </w:r>
            <w:r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Latitude and Longitude, co-ordinates, Planning and following routes,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854F1C" w:rsidRPr="00D26F88" w:rsidRDefault="00D26F88" w:rsidP="00854F1C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Statistics</w:t>
            </w:r>
            <w:r>
              <w:rPr>
                <w:sz w:val="16"/>
                <w:szCs w:val="16"/>
              </w:rPr>
              <w:t>:</w:t>
            </w:r>
            <w:r w:rsidR="00341DDA">
              <w:rPr>
                <w:sz w:val="16"/>
                <w:szCs w:val="16"/>
              </w:rPr>
              <w:t xml:space="preserve"> Survey data, annual population figures, </w:t>
            </w:r>
            <w:r w:rsidR="0059301A">
              <w:rPr>
                <w:sz w:val="16"/>
                <w:szCs w:val="16"/>
              </w:rPr>
              <w:t>Statistics</w:t>
            </w:r>
            <w:r w:rsidR="00341DDA">
              <w:rPr>
                <w:sz w:val="16"/>
                <w:szCs w:val="16"/>
              </w:rPr>
              <w:t xml:space="preserve"> on relating to photographs and map. Data handling (Pie charts, line graphs, histograms </w:t>
            </w:r>
            <w:r w:rsidR="0059301A">
              <w:rPr>
                <w:sz w:val="16"/>
                <w:szCs w:val="16"/>
              </w:rPr>
              <w:t>etc.</w:t>
            </w:r>
            <w:r w:rsidR="00341DDA">
              <w:rPr>
                <w:sz w:val="16"/>
                <w:szCs w:val="16"/>
              </w:rPr>
              <w:t>)</w:t>
            </w:r>
            <w:r w:rsidR="0059301A">
              <w:rPr>
                <w:sz w:val="16"/>
                <w:szCs w:val="16"/>
              </w:rPr>
              <w:t>, Interpreting weather, population, mineral maps etc. .Using statistical data in atlases.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Working scientifically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t xml:space="preserve"> </w:t>
            </w:r>
            <w:r w:rsidR="00E126A6" w:rsidRPr="00E126A6">
              <w:rPr>
                <w:sz w:val="16"/>
                <w:szCs w:val="16"/>
              </w:rPr>
              <w:t>Geographical enquiry (ask question</w:t>
            </w:r>
            <w:r w:rsidR="00E126A6">
              <w:rPr>
                <w:sz w:val="16"/>
                <w:szCs w:val="16"/>
              </w:rPr>
              <w:t>s</w:t>
            </w:r>
            <w:r w:rsidR="00E126A6" w:rsidRPr="00E126A6">
              <w:rPr>
                <w:sz w:val="16"/>
                <w:szCs w:val="16"/>
              </w:rPr>
              <w:t>, make observations, collect and record data, analyse and interpret data, form conclusions</w:t>
            </w:r>
            <w:r w:rsidR="00276ADD">
              <w:rPr>
                <w:sz w:val="16"/>
                <w:szCs w:val="16"/>
              </w:rPr>
              <w:t>)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Plants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rPr>
                <w:sz w:val="16"/>
                <w:szCs w:val="16"/>
              </w:rPr>
              <w:t xml:space="preserve"> Climate</w:t>
            </w:r>
            <w:r w:rsidR="00276ADD">
              <w:rPr>
                <w:sz w:val="16"/>
                <w:szCs w:val="16"/>
              </w:rPr>
              <w:t>/</w:t>
            </w:r>
            <w:r w:rsidR="00E126A6">
              <w:rPr>
                <w:sz w:val="16"/>
                <w:szCs w:val="16"/>
              </w:rPr>
              <w:t xml:space="preserve"> vegetation maps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Animals</w:t>
            </w:r>
            <w:r w:rsidRPr="00D26F88">
              <w:rPr>
                <w:sz w:val="16"/>
                <w:szCs w:val="16"/>
              </w:rPr>
              <w:t>:</w:t>
            </w:r>
            <w:r w:rsidR="00E126A6">
              <w:rPr>
                <w:sz w:val="16"/>
                <w:szCs w:val="16"/>
              </w:rPr>
              <w:t xml:space="preserve"> Habitats hot , cold, </w:t>
            </w:r>
            <w:r w:rsidR="00DC7514">
              <w:rPr>
                <w:sz w:val="16"/>
                <w:szCs w:val="16"/>
              </w:rPr>
              <w:t>(</w:t>
            </w:r>
            <w:r w:rsidR="00E126A6">
              <w:rPr>
                <w:sz w:val="16"/>
                <w:szCs w:val="16"/>
              </w:rPr>
              <w:t>mountain, tropical, deserts and polar regions</w:t>
            </w:r>
            <w:r w:rsidR="00DC7514">
              <w:rPr>
                <w:sz w:val="16"/>
                <w:szCs w:val="16"/>
              </w:rPr>
              <w:t>)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Rocks:</w:t>
            </w:r>
            <w:r w:rsidR="00DC7514">
              <w:rPr>
                <w:sz w:val="16"/>
                <w:szCs w:val="16"/>
              </w:rPr>
              <w:t xml:space="preserve"> Volcanic, sedimentary, </w:t>
            </w:r>
            <w:r w:rsidR="00276ADD">
              <w:rPr>
                <w:sz w:val="16"/>
                <w:szCs w:val="16"/>
              </w:rPr>
              <w:t xml:space="preserve">Igneous, metamorphic, </w:t>
            </w:r>
            <w:r w:rsidR="00DC7514">
              <w:rPr>
                <w:sz w:val="16"/>
                <w:szCs w:val="16"/>
              </w:rPr>
              <w:t>rocks etc.. Erosion, transportations and deposition</w:t>
            </w:r>
            <w:r w:rsidR="00276ADD">
              <w:rPr>
                <w:sz w:val="16"/>
                <w:szCs w:val="16"/>
              </w:rPr>
              <w:t>, p</w:t>
            </w:r>
            <w:r w:rsidR="00DC7514">
              <w:rPr>
                <w:sz w:val="16"/>
                <w:szCs w:val="16"/>
              </w:rPr>
              <w:t>hysical feature and rock type.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Ligh</w:t>
            </w:r>
            <w:r w:rsidRPr="00D26F88">
              <w:rPr>
                <w:sz w:val="16"/>
                <w:szCs w:val="16"/>
              </w:rPr>
              <w:t>t:</w:t>
            </w:r>
            <w:r w:rsidR="00DC7514">
              <w:rPr>
                <w:sz w:val="16"/>
                <w:szCs w:val="16"/>
              </w:rPr>
              <w:t xml:space="preserve"> Time Zones:  Time Zone map of world.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Forces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Wind, river and Ice erosion.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Habitat</w:t>
            </w:r>
            <w:r w:rsidRPr="00D26F88">
              <w:rPr>
                <w:sz w:val="16"/>
                <w:szCs w:val="16"/>
              </w:rPr>
              <w:t>s:</w:t>
            </w:r>
            <w:r w:rsidR="00DC7514">
              <w:rPr>
                <w:sz w:val="16"/>
                <w:szCs w:val="16"/>
              </w:rPr>
              <w:t xml:space="preserve"> Desert, Tropical, Polar and mountainous </w:t>
            </w:r>
            <w:r w:rsidR="00276ADD">
              <w:rPr>
                <w:sz w:val="16"/>
                <w:szCs w:val="16"/>
              </w:rPr>
              <w:t>etc.</w:t>
            </w:r>
            <w:r w:rsidR="00DC7514">
              <w:rPr>
                <w:sz w:val="16"/>
                <w:szCs w:val="16"/>
              </w:rPr>
              <w:t xml:space="preserve"> 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Materials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 Use of sustainable materials and the process of recycling.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59301A">
              <w:rPr>
                <w:b/>
                <w:sz w:val="16"/>
                <w:szCs w:val="16"/>
              </w:rPr>
              <w:t>Sound</w:t>
            </w:r>
            <w:r w:rsidRPr="00D26F88">
              <w:rPr>
                <w:sz w:val="16"/>
                <w:szCs w:val="16"/>
              </w:rPr>
              <w:t>:</w:t>
            </w:r>
            <w:r w:rsidR="0059301A">
              <w:rPr>
                <w:sz w:val="16"/>
                <w:szCs w:val="16"/>
              </w:rPr>
              <w:t xml:space="preserve"> Noise pollution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Electricity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Alternative</w:t>
            </w:r>
            <w:r w:rsidR="0059301A">
              <w:rPr>
                <w:sz w:val="16"/>
                <w:szCs w:val="16"/>
              </w:rPr>
              <w:t xml:space="preserve"> and </w:t>
            </w:r>
            <w:r w:rsidR="00276ADD">
              <w:rPr>
                <w:sz w:val="16"/>
                <w:szCs w:val="16"/>
              </w:rPr>
              <w:t>renewable energies</w:t>
            </w:r>
            <w:r w:rsidR="00DC7514">
              <w:rPr>
                <w:sz w:val="16"/>
                <w:szCs w:val="16"/>
              </w:rPr>
              <w:t>.</w:t>
            </w:r>
          </w:p>
          <w:p w:rsid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Evolutio</w:t>
            </w:r>
            <w:r w:rsidRPr="00D26F88">
              <w:rPr>
                <w:sz w:val="16"/>
                <w:szCs w:val="16"/>
              </w:rPr>
              <w:t>n:</w:t>
            </w:r>
            <w:r w:rsidR="00DC7514">
              <w:rPr>
                <w:sz w:val="16"/>
                <w:szCs w:val="16"/>
              </w:rPr>
              <w:t xml:space="preserve"> The development of continents and oceans and climate on living things.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  <w:r w:rsidRPr="00276ADD">
              <w:rPr>
                <w:b/>
                <w:sz w:val="16"/>
                <w:szCs w:val="16"/>
              </w:rPr>
              <w:t>Earth and Space</w:t>
            </w:r>
            <w:r w:rsidRPr="00D26F88">
              <w:rPr>
                <w:sz w:val="16"/>
                <w:szCs w:val="16"/>
              </w:rPr>
              <w:t>:</w:t>
            </w:r>
            <w:r w:rsidR="00DC7514">
              <w:rPr>
                <w:sz w:val="16"/>
                <w:szCs w:val="16"/>
              </w:rPr>
              <w:t xml:space="preserve"> Day and night, ocean currents and tidal areas.</w:t>
            </w:r>
          </w:p>
        </w:tc>
      </w:tr>
    </w:tbl>
    <w:p w:rsidR="00854F1C" w:rsidRDefault="00854F1C"/>
    <w:sectPr w:rsidR="00854F1C" w:rsidSect="00854F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1C"/>
    <w:rsid w:val="00276ADD"/>
    <w:rsid w:val="002F3C0B"/>
    <w:rsid w:val="00341DDA"/>
    <w:rsid w:val="004439A5"/>
    <w:rsid w:val="004C1C1B"/>
    <w:rsid w:val="004C56BC"/>
    <w:rsid w:val="0059301A"/>
    <w:rsid w:val="006D3C5F"/>
    <w:rsid w:val="00813CF5"/>
    <w:rsid w:val="00854F1C"/>
    <w:rsid w:val="008B3CA3"/>
    <w:rsid w:val="009B1F8A"/>
    <w:rsid w:val="00B10E54"/>
    <w:rsid w:val="00BE30C2"/>
    <w:rsid w:val="00D26F88"/>
    <w:rsid w:val="00DC7514"/>
    <w:rsid w:val="00E1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B954A533</Template>
  <TotalTime>0</TotalTime>
  <Pages>2</Pages>
  <Words>542</Words>
  <Characters>3090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Salmon, Davina</cp:lastModifiedBy>
  <cp:revision>2</cp:revision>
  <cp:lastPrinted>2014-04-23T12:48:00Z</cp:lastPrinted>
  <dcterms:created xsi:type="dcterms:W3CDTF">2014-05-21T14:50:00Z</dcterms:created>
  <dcterms:modified xsi:type="dcterms:W3CDTF">2014-05-21T14:50:00Z</dcterms:modified>
</cp:coreProperties>
</file>